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88"/>
        <w:gridCol w:w="3510"/>
        <w:gridCol w:w="3510"/>
      </w:tblGrid>
      <w:tr w:rsidR="00E32866" w:rsidRPr="00C36677" w:rsidTr="00C36677">
        <w:trPr>
          <w:jc w:val="center"/>
        </w:trPr>
        <w:tc>
          <w:tcPr>
            <w:tcW w:w="10908" w:type="dxa"/>
            <w:gridSpan w:val="3"/>
            <w:shd w:val="clear" w:color="auto" w:fill="DBE5F1"/>
          </w:tcPr>
          <w:p w:rsidR="00E32866" w:rsidRPr="00C36677" w:rsidRDefault="00E32866" w:rsidP="00C3667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3667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smartTag w:uri="urn:schemas-microsoft-com:office:smarttags" w:element="place">
              <w:smartTag w:uri="urn:schemas-microsoft-com:office:smarttags" w:element="State">
                <w:r w:rsidRPr="00C36677">
                  <w:rPr>
                    <w:b/>
                    <w:sz w:val="24"/>
                    <w:szCs w:val="24"/>
                  </w:rPr>
                  <w:t>Montana</w:t>
                </w:r>
              </w:smartTag>
            </w:smartTag>
            <w:r w:rsidRPr="00C36677">
              <w:rPr>
                <w:b/>
                <w:sz w:val="24"/>
                <w:szCs w:val="24"/>
              </w:rPr>
              <w:t xml:space="preserve"> Common Core Standards</w:t>
            </w:r>
          </w:p>
          <w:p w:rsidR="00E32866" w:rsidRPr="00C36677" w:rsidRDefault="00E32866" w:rsidP="00C36677">
            <w:pPr>
              <w:spacing w:after="0" w:line="240" w:lineRule="auto"/>
              <w:jc w:val="center"/>
            </w:pPr>
            <w:r w:rsidRPr="00C36677">
              <w:rPr>
                <w:b/>
                <w:sz w:val="24"/>
                <w:szCs w:val="24"/>
              </w:rPr>
              <w:t>Action Plan</w:t>
            </w:r>
          </w:p>
        </w:tc>
      </w:tr>
      <w:tr w:rsidR="00E32866" w:rsidRPr="00C36677" w:rsidTr="00C36677">
        <w:trPr>
          <w:jc w:val="center"/>
        </w:trPr>
        <w:tc>
          <w:tcPr>
            <w:tcW w:w="10908" w:type="dxa"/>
            <w:gridSpan w:val="3"/>
          </w:tcPr>
          <w:p w:rsidR="00E32866" w:rsidRPr="00C36677" w:rsidRDefault="00E32866" w:rsidP="00C36677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C36677">
              <w:rPr>
                <w:b/>
                <w:sz w:val="24"/>
                <w:szCs w:val="24"/>
              </w:rPr>
              <w:t xml:space="preserve">Date: </w:t>
            </w:r>
            <w:r w:rsidRPr="00C36677">
              <w:rPr>
                <w:sz w:val="24"/>
                <w:szCs w:val="24"/>
              </w:rPr>
              <w:t>December 2012</w:t>
            </w:r>
          </w:p>
        </w:tc>
      </w:tr>
      <w:tr w:rsidR="00E32866" w:rsidRPr="00C36677" w:rsidTr="00C36677">
        <w:trPr>
          <w:jc w:val="center"/>
        </w:trPr>
        <w:tc>
          <w:tcPr>
            <w:tcW w:w="3888" w:type="dxa"/>
            <w:shd w:val="clear" w:color="auto" w:fill="DBE5F1"/>
          </w:tcPr>
          <w:p w:rsidR="00E32866" w:rsidRPr="00C36677" w:rsidRDefault="00E32866" w:rsidP="00C36677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C36677">
              <w:rPr>
                <w:b/>
                <w:sz w:val="24"/>
                <w:szCs w:val="24"/>
              </w:rPr>
              <w:t>Focus Area</w:t>
            </w:r>
          </w:p>
        </w:tc>
        <w:tc>
          <w:tcPr>
            <w:tcW w:w="7020" w:type="dxa"/>
            <w:gridSpan w:val="2"/>
            <w:shd w:val="clear" w:color="auto" w:fill="DBE5F1"/>
          </w:tcPr>
          <w:p w:rsidR="00E32866" w:rsidRPr="00C36677" w:rsidRDefault="00E32866" w:rsidP="00C36677">
            <w:pPr>
              <w:spacing w:after="0" w:line="240" w:lineRule="auto"/>
            </w:pPr>
            <w:r w:rsidRPr="00C36677">
              <w:rPr>
                <w:b/>
                <w:sz w:val="24"/>
                <w:szCs w:val="24"/>
              </w:rPr>
              <w:t xml:space="preserve">  </w:t>
            </w:r>
            <w:r>
              <w:rPr>
                <w:b/>
                <w:sz w:val="24"/>
                <w:szCs w:val="24"/>
              </w:rPr>
              <w:t>Alignment</w:t>
            </w:r>
          </w:p>
        </w:tc>
      </w:tr>
      <w:tr w:rsidR="00E32866" w:rsidRPr="00C36677" w:rsidTr="00C36677">
        <w:trPr>
          <w:jc w:val="center"/>
        </w:trPr>
        <w:tc>
          <w:tcPr>
            <w:tcW w:w="3888" w:type="dxa"/>
          </w:tcPr>
          <w:p w:rsidR="00E32866" w:rsidRPr="00C36677" w:rsidRDefault="00E32866" w:rsidP="00C36677">
            <w:pPr>
              <w:spacing w:after="0" w:line="240" w:lineRule="auto"/>
              <w:jc w:val="center"/>
              <w:rPr>
                <w:i/>
              </w:rPr>
            </w:pPr>
            <w:r w:rsidRPr="00C36677">
              <w:rPr>
                <w:i/>
              </w:rPr>
              <w:t>Professional Development</w:t>
            </w:r>
          </w:p>
          <w:p w:rsidR="00E32866" w:rsidRPr="00C36677" w:rsidRDefault="00E32866" w:rsidP="00C36677">
            <w:pPr>
              <w:spacing w:after="0" w:line="240" w:lineRule="auto"/>
            </w:pPr>
          </w:p>
        </w:tc>
        <w:tc>
          <w:tcPr>
            <w:tcW w:w="7020" w:type="dxa"/>
            <w:gridSpan w:val="2"/>
          </w:tcPr>
          <w:p w:rsidR="00E32866" w:rsidRPr="00C36677" w:rsidRDefault="00E32866" w:rsidP="00C36677">
            <w:pPr>
              <w:spacing w:after="0" w:line="240" w:lineRule="auto"/>
              <w:rPr>
                <w:i/>
                <w:u w:val="single"/>
              </w:rPr>
            </w:pPr>
            <w:r w:rsidRPr="00C36677">
              <w:t xml:space="preserve"> </w:t>
            </w:r>
            <w:r w:rsidRPr="00C36677">
              <w:rPr>
                <w:i/>
                <w:u w:val="single"/>
              </w:rPr>
              <w:t xml:space="preserve"> </w:t>
            </w:r>
            <w:r>
              <w:rPr>
                <w:i/>
                <w:u w:val="single"/>
              </w:rPr>
              <w:t>How to use the yellow ELA document</w:t>
            </w:r>
          </w:p>
        </w:tc>
      </w:tr>
      <w:tr w:rsidR="00E32866" w:rsidRPr="00C36677" w:rsidTr="00C36677">
        <w:trPr>
          <w:jc w:val="center"/>
        </w:trPr>
        <w:tc>
          <w:tcPr>
            <w:tcW w:w="3888" w:type="dxa"/>
          </w:tcPr>
          <w:p w:rsidR="00E32866" w:rsidRPr="00C36677" w:rsidRDefault="00E32866" w:rsidP="00C36677">
            <w:pPr>
              <w:spacing w:after="0" w:line="240" w:lineRule="auto"/>
              <w:rPr>
                <w:b/>
              </w:rPr>
            </w:pPr>
            <w:r w:rsidRPr="00C36677">
              <w:rPr>
                <w:b/>
              </w:rPr>
              <w:t>What activities will be used?</w:t>
            </w:r>
          </w:p>
        </w:tc>
        <w:tc>
          <w:tcPr>
            <w:tcW w:w="3510" w:type="dxa"/>
          </w:tcPr>
          <w:p w:rsidR="00E32866" w:rsidRPr="00C36677" w:rsidRDefault="00E32866" w:rsidP="00C36677">
            <w:pPr>
              <w:spacing w:after="0" w:line="240" w:lineRule="auto"/>
              <w:rPr>
                <w:b/>
              </w:rPr>
            </w:pPr>
            <w:r w:rsidRPr="00C36677">
              <w:rPr>
                <w:b/>
              </w:rPr>
              <w:t>Who will do this?</w:t>
            </w:r>
          </w:p>
        </w:tc>
        <w:tc>
          <w:tcPr>
            <w:tcW w:w="3510" w:type="dxa"/>
          </w:tcPr>
          <w:p w:rsidR="00E32866" w:rsidRPr="00C36677" w:rsidRDefault="00E32866" w:rsidP="00C36677">
            <w:pPr>
              <w:spacing w:after="0" w:line="240" w:lineRule="auto"/>
              <w:rPr>
                <w:b/>
              </w:rPr>
            </w:pPr>
            <w:r w:rsidRPr="00C36677">
              <w:rPr>
                <w:b/>
              </w:rPr>
              <w:t>When will this be completed?</w:t>
            </w:r>
          </w:p>
        </w:tc>
      </w:tr>
      <w:tr w:rsidR="00E32866" w:rsidRPr="00C36677" w:rsidTr="00C36677">
        <w:trPr>
          <w:jc w:val="center"/>
        </w:trPr>
        <w:tc>
          <w:tcPr>
            <w:tcW w:w="3888" w:type="dxa"/>
          </w:tcPr>
          <w:p w:rsidR="00E32866" w:rsidRPr="00C36677" w:rsidRDefault="00E32866" w:rsidP="00C36677">
            <w:pPr>
              <w:spacing w:after="0" w:line="240" w:lineRule="auto"/>
            </w:pPr>
          </w:p>
          <w:p w:rsidR="00E32866" w:rsidRPr="00C36677" w:rsidRDefault="00E32866" w:rsidP="00C36677">
            <w:pPr>
              <w:spacing w:after="0" w:line="240" w:lineRule="auto"/>
            </w:pPr>
            <w:r>
              <w:t>Analogy of getting dressed as standard, all the little things underneath that will be the learning targets.  Compare this to standards and LT’s in ELA document.</w:t>
            </w:r>
          </w:p>
          <w:p w:rsidR="00E32866" w:rsidRPr="00C36677" w:rsidRDefault="00E32866" w:rsidP="00C36677">
            <w:pPr>
              <w:spacing w:after="0" w:line="240" w:lineRule="auto"/>
            </w:pPr>
          </w:p>
          <w:p w:rsidR="00E32866" w:rsidRPr="00C36677" w:rsidRDefault="00E32866" w:rsidP="00C36677">
            <w:pPr>
              <w:spacing w:after="0" w:line="240" w:lineRule="auto"/>
            </w:pPr>
          </w:p>
          <w:p w:rsidR="00E32866" w:rsidRPr="00C36677" w:rsidRDefault="00E32866" w:rsidP="00C36677">
            <w:pPr>
              <w:spacing w:after="0" w:line="240" w:lineRule="auto"/>
            </w:pPr>
          </w:p>
          <w:p w:rsidR="00E32866" w:rsidRPr="00C36677" w:rsidRDefault="00E32866" w:rsidP="00C36677">
            <w:pPr>
              <w:spacing w:after="0" w:line="240" w:lineRule="auto"/>
            </w:pPr>
          </w:p>
        </w:tc>
        <w:tc>
          <w:tcPr>
            <w:tcW w:w="3510" w:type="dxa"/>
          </w:tcPr>
          <w:p w:rsidR="00E32866" w:rsidRPr="00C36677" w:rsidRDefault="00E32866" w:rsidP="00C36677">
            <w:pPr>
              <w:spacing w:after="0" w:line="240" w:lineRule="auto"/>
            </w:pPr>
            <w:r>
              <w:t>Melissa Lynn and Tricia Owens</w:t>
            </w:r>
          </w:p>
        </w:tc>
        <w:tc>
          <w:tcPr>
            <w:tcW w:w="3510" w:type="dxa"/>
          </w:tcPr>
          <w:p w:rsidR="00E32866" w:rsidRPr="00C36677" w:rsidRDefault="00E32866" w:rsidP="00C36677">
            <w:pPr>
              <w:spacing w:after="0" w:line="240" w:lineRule="auto"/>
            </w:pPr>
            <w:r>
              <w:t xml:space="preserve">Dec 6 at 8:00am </w:t>
            </w:r>
          </w:p>
        </w:tc>
      </w:tr>
      <w:tr w:rsidR="00E32866" w:rsidRPr="00C36677" w:rsidTr="00C36677">
        <w:trPr>
          <w:jc w:val="center"/>
        </w:trPr>
        <w:tc>
          <w:tcPr>
            <w:tcW w:w="3888" w:type="dxa"/>
            <w:shd w:val="clear" w:color="auto" w:fill="000000"/>
          </w:tcPr>
          <w:p w:rsidR="00E32866" w:rsidRPr="00C36677" w:rsidRDefault="00E32866" w:rsidP="00C36677">
            <w:pPr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/>
          </w:tcPr>
          <w:p w:rsidR="00E32866" w:rsidRPr="00C36677" w:rsidRDefault="00E32866" w:rsidP="00C36677">
            <w:pPr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/>
          </w:tcPr>
          <w:p w:rsidR="00E32866" w:rsidRPr="00C36677" w:rsidRDefault="00E32866" w:rsidP="00C36677">
            <w:pPr>
              <w:spacing w:after="0" w:line="240" w:lineRule="auto"/>
              <w:rPr>
                <w:sz w:val="12"/>
                <w:szCs w:val="12"/>
              </w:rPr>
            </w:pPr>
          </w:p>
        </w:tc>
      </w:tr>
      <w:tr w:rsidR="00E32866" w:rsidRPr="00C36677" w:rsidTr="00C36677">
        <w:trPr>
          <w:jc w:val="center"/>
        </w:trPr>
        <w:tc>
          <w:tcPr>
            <w:tcW w:w="3888" w:type="dxa"/>
            <w:shd w:val="clear" w:color="auto" w:fill="DBE5F1"/>
          </w:tcPr>
          <w:p w:rsidR="00E32866" w:rsidRPr="00C36677" w:rsidRDefault="00E32866" w:rsidP="00C36677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C36677">
              <w:rPr>
                <w:b/>
                <w:sz w:val="24"/>
                <w:szCs w:val="24"/>
              </w:rPr>
              <w:t>Focus Area</w:t>
            </w:r>
          </w:p>
        </w:tc>
        <w:tc>
          <w:tcPr>
            <w:tcW w:w="7020" w:type="dxa"/>
            <w:gridSpan w:val="2"/>
            <w:shd w:val="clear" w:color="auto" w:fill="DBE5F1"/>
          </w:tcPr>
          <w:p w:rsidR="00E32866" w:rsidRPr="00C36677" w:rsidRDefault="00E32866" w:rsidP="00C36677">
            <w:pPr>
              <w:spacing w:after="0" w:line="240" w:lineRule="auto"/>
            </w:pPr>
            <w:r w:rsidRPr="00C36677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E32866" w:rsidRPr="00C36677" w:rsidTr="00C36677">
        <w:trPr>
          <w:jc w:val="center"/>
        </w:trPr>
        <w:tc>
          <w:tcPr>
            <w:tcW w:w="3888" w:type="dxa"/>
          </w:tcPr>
          <w:p w:rsidR="00E32866" w:rsidRPr="00C36677" w:rsidRDefault="00E32866" w:rsidP="00C36677">
            <w:pPr>
              <w:spacing w:after="0" w:line="240" w:lineRule="auto"/>
              <w:jc w:val="center"/>
              <w:rPr>
                <w:i/>
              </w:rPr>
            </w:pPr>
            <w:r w:rsidRPr="00C36677">
              <w:rPr>
                <w:i/>
              </w:rPr>
              <w:t>Affective Response</w:t>
            </w:r>
          </w:p>
          <w:p w:rsidR="00E32866" w:rsidRPr="00C36677" w:rsidRDefault="00E32866" w:rsidP="00C36677">
            <w:pPr>
              <w:spacing w:after="0" w:line="240" w:lineRule="auto"/>
            </w:pPr>
          </w:p>
        </w:tc>
        <w:tc>
          <w:tcPr>
            <w:tcW w:w="7020" w:type="dxa"/>
            <w:gridSpan w:val="2"/>
          </w:tcPr>
          <w:p w:rsidR="00E32866" w:rsidRPr="00C36677" w:rsidRDefault="00E32866" w:rsidP="00C36677">
            <w:pPr>
              <w:spacing w:after="0" w:line="240" w:lineRule="auto"/>
              <w:rPr>
                <w:i/>
                <w:u w:val="single"/>
              </w:rPr>
            </w:pPr>
            <w:r w:rsidRPr="00C36677">
              <w:rPr>
                <w:i/>
                <w:u w:val="single"/>
              </w:rPr>
              <w:t xml:space="preserve"> </w:t>
            </w:r>
            <w:r>
              <w:rPr>
                <w:i/>
                <w:u w:val="single"/>
              </w:rPr>
              <w:t>Weekly Learning Targets agreed upon by grade level teams</w:t>
            </w:r>
          </w:p>
        </w:tc>
      </w:tr>
      <w:tr w:rsidR="00E32866" w:rsidRPr="00C36677" w:rsidTr="00C36677">
        <w:trPr>
          <w:jc w:val="center"/>
        </w:trPr>
        <w:tc>
          <w:tcPr>
            <w:tcW w:w="3888" w:type="dxa"/>
          </w:tcPr>
          <w:p w:rsidR="00E32866" w:rsidRPr="00C36677" w:rsidRDefault="00E32866" w:rsidP="00C36677">
            <w:pPr>
              <w:spacing w:after="0" w:line="240" w:lineRule="auto"/>
              <w:rPr>
                <w:b/>
              </w:rPr>
            </w:pPr>
            <w:r w:rsidRPr="00C36677">
              <w:rPr>
                <w:b/>
              </w:rPr>
              <w:t>What activities will be used?</w:t>
            </w:r>
          </w:p>
        </w:tc>
        <w:tc>
          <w:tcPr>
            <w:tcW w:w="3510" w:type="dxa"/>
          </w:tcPr>
          <w:p w:rsidR="00E32866" w:rsidRPr="00C36677" w:rsidRDefault="00E32866" w:rsidP="00C36677">
            <w:pPr>
              <w:spacing w:after="0" w:line="240" w:lineRule="auto"/>
              <w:rPr>
                <w:b/>
              </w:rPr>
            </w:pPr>
            <w:r w:rsidRPr="00C36677">
              <w:rPr>
                <w:b/>
              </w:rPr>
              <w:t>Who will do this?</w:t>
            </w:r>
          </w:p>
        </w:tc>
        <w:tc>
          <w:tcPr>
            <w:tcW w:w="3510" w:type="dxa"/>
          </w:tcPr>
          <w:p w:rsidR="00E32866" w:rsidRPr="00C36677" w:rsidRDefault="00E32866" w:rsidP="00C36677">
            <w:pPr>
              <w:spacing w:after="0" w:line="240" w:lineRule="auto"/>
              <w:rPr>
                <w:b/>
              </w:rPr>
            </w:pPr>
            <w:r w:rsidRPr="00C36677">
              <w:rPr>
                <w:b/>
              </w:rPr>
              <w:t>When will this be completed?</w:t>
            </w:r>
          </w:p>
        </w:tc>
      </w:tr>
      <w:tr w:rsidR="00E32866" w:rsidRPr="00C36677" w:rsidTr="00C36677">
        <w:trPr>
          <w:jc w:val="center"/>
        </w:trPr>
        <w:tc>
          <w:tcPr>
            <w:tcW w:w="3888" w:type="dxa"/>
          </w:tcPr>
          <w:p w:rsidR="00E32866" w:rsidRPr="00C36677" w:rsidRDefault="00E32866" w:rsidP="00C36677">
            <w:pPr>
              <w:spacing w:after="0" w:line="240" w:lineRule="auto"/>
            </w:pPr>
          </w:p>
          <w:p w:rsidR="00E32866" w:rsidRPr="00C36677" w:rsidRDefault="00E32866" w:rsidP="00C36677">
            <w:pPr>
              <w:spacing w:after="0" w:line="240" w:lineRule="auto"/>
            </w:pPr>
            <w:r>
              <w:t>During common planning time teams will determine LT’s for the following week.</w:t>
            </w:r>
          </w:p>
          <w:p w:rsidR="00E32866" w:rsidRPr="00C36677" w:rsidRDefault="00E32866" w:rsidP="00C36677">
            <w:pPr>
              <w:spacing w:after="0" w:line="240" w:lineRule="auto"/>
            </w:pPr>
          </w:p>
          <w:p w:rsidR="00E32866" w:rsidRPr="00C36677" w:rsidRDefault="00E32866" w:rsidP="00C36677">
            <w:pPr>
              <w:spacing w:after="0" w:line="240" w:lineRule="auto"/>
            </w:pPr>
            <w:r>
              <w:t>LT’s will be posted to grade level folders on shared drive.</w:t>
            </w:r>
          </w:p>
          <w:p w:rsidR="00E32866" w:rsidRPr="00C36677" w:rsidRDefault="00E32866" w:rsidP="00C36677">
            <w:pPr>
              <w:spacing w:after="0" w:line="240" w:lineRule="auto"/>
            </w:pPr>
          </w:p>
          <w:p w:rsidR="00E32866" w:rsidRPr="00C36677" w:rsidRDefault="00E32866" w:rsidP="00C36677">
            <w:pPr>
              <w:spacing w:after="0" w:line="240" w:lineRule="auto"/>
            </w:pPr>
          </w:p>
        </w:tc>
        <w:tc>
          <w:tcPr>
            <w:tcW w:w="3510" w:type="dxa"/>
          </w:tcPr>
          <w:p w:rsidR="00E32866" w:rsidRPr="00C36677" w:rsidRDefault="00E32866" w:rsidP="00C36677">
            <w:pPr>
              <w:spacing w:after="0" w:line="240" w:lineRule="auto"/>
            </w:pPr>
            <w:r>
              <w:t>Grade level teams</w:t>
            </w:r>
          </w:p>
        </w:tc>
        <w:tc>
          <w:tcPr>
            <w:tcW w:w="3510" w:type="dxa"/>
          </w:tcPr>
          <w:p w:rsidR="00E32866" w:rsidRPr="00C36677" w:rsidRDefault="00E32866" w:rsidP="00C36677">
            <w:pPr>
              <w:spacing w:after="0" w:line="240" w:lineRule="auto"/>
            </w:pPr>
            <w:r>
              <w:t>Weekly during common planning time</w:t>
            </w:r>
          </w:p>
        </w:tc>
      </w:tr>
      <w:tr w:rsidR="00E32866" w:rsidRPr="00C36677" w:rsidTr="00C36677">
        <w:trPr>
          <w:jc w:val="center"/>
        </w:trPr>
        <w:tc>
          <w:tcPr>
            <w:tcW w:w="3888" w:type="dxa"/>
            <w:shd w:val="clear" w:color="auto" w:fill="000000"/>
          </w:tcPr>
          <w:p w:rsidR="00E32866" w:rsidRPr="00C36677" w:rsidRDefault="00E32866" w:rsidP="00C36677">
            <w:pPr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/>
          </w:tcPr>
          <w:p w:rsidR="00E32866" w:rsidRPr="00C36677" w:rsidRDefault="00E32866" w:rsidP="00C36677">
            <w:pPr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/>
          </w:tcPr>
          <w:p w:rsidR="00E32866" w:rsidRPr="00C36677" w:rsidRDefault="00E32866" w:rsidP="00C36677">
            <w:pPr>
              <w:spacing w:after="0" w:line="240" w:lineRule="auto"/>
              <w:rPr>
                <w:sz w:val="12"/>
                <w:szCs w:val="12"/>
              </w:rPr>
            </w:pPr>
          </w:p>
        </w:tc>
      </w:tr>
      <w:tr w:rsidR="00E32866" w:rsidRPr="00C36677" w:rsidTr="00C36677">
        <w:trPr>
          <w:jc w:val="center"/>
        </w:trPr>
        <w:tc>
          <w:tcPr>
            <w:tcW w:w="3888" w:type="dxa"/>
            <w:shd w:val="clear" w:color="auto" w:fill="DBE5F1"/>
          </w:tcPr>
          <w:p w:rsidR="00E32866" w:rsidRPr="00C36677" w:rsidRDefault="00E32866" w:rsidP="00C36677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C36677">
              <w:rPr>
                <w:b/>
                <w:sz w:val="24"/>
                <w:szCs w:val="24"/>
              </w:rPr>
              <w:t>Stage of Implementation</w:t>
            </w:r>
          </w:p>
        </w:tc>
        <w:tc>
          <w:tcPr>
            <w:tcW w:w="7020" w:type="dxa"/>
            <w:gridSpan w:val="2"/>
            <w:shd w:val="clear" w:color="auto" w:fill="DBE5F1"/>
          </w:tcPr>
          <w:p w:rsidR="00E32866" w:rsidRPr="00C36677" w:rsidRDefault="00E32866" w:rsidP="00C36677">
            <w:pPr>
              <w:spacing w:after="0" w:line="240" w:lineRule="auto"/>
            </w:pPr>
            <w:r w:rsidRPr="00C36677"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E32866" w:rsidRPr="00C36677" w:rsidTr="00C36677">
        <w:trPr>
          <w:jc w:val="center"/>
        </w:trPr>
        <w:tc>
          <w:tcPr>
            <w:tcW w:w="3888" w:type="dxa"/>
          </w:tcPr>
          <w:p w:rsidR="00E32866" w:rsidRPr="00C36677" w:rsidRDefault="00E32866" w:rsidP="00C36677">
            <w:pPr>
              <w:spacing w:after="0" w:line="240" w:lineRule="auto"/>
              <w:jc w:val="center"/>
              <w:rPr>
                <w:i/>
              </w:rPr>
            </w:pPr>
            <w:r w:rsidRPr="00C36677">
              <w:rPr>
                <w:i/>
              </w:rPr>
              <w:t>Curriculum Development</w:t>
            </w:r>
          </w:p>
          <w:p w:rsidR="00E32866" w:rsidRPr="00C36677" w:rsidRDefault="00E32866" w:rsidP="00C36677">
            <w:pPr>
              <w:spacing w:after="0" w:line="240" w:lineRule="auto"/>
            </w:pPr>
          </w:p>
        </w:tc>
        <w:tc>
          <w:tcPr>
            <w:tcW w:w="7020" w:type="dxa"/>
            <w:gridSpan w:val="2"/>
          </w:tcPr>
          <w:p w:rsidR="00E32866" w:rsidRPr="00C36677" w:rsidRDefault="00E32866" w:rsidP="00C36677">
            <w:pPr>
              <w:spacing w:after="0" w:line="240" w:lineRule="auto"/>
              <w:rPr>
                <w:i/>
                <w:u w:val="single"/>
              </w:rPr>
            </w:pPr>
            <w:r w:rsidRPr="00C36677">
              <w:t xml:space="preserve"> </w:t>
            </w:r>
            <w:r>
              <w:t>Text-Based Questions</w:t>
            </w:r>
          </w:p>
        </w:tc>
      </w:tr>
      <w:tr w:rsidR="00E32866" w:rsidRPr="00C36677" w:rsidTr="00C36677">
        <w:trPr>
          <w:jc w:val="center"/>
        </w:trPr>
        <w:tc>
          <w:tcPr>
            <w:tcW w:w="3888" w:type="dxa"/>
          </w:tcPr>
          <w:p w:rsidR="00E32866" w:rsidRPr="00C36677" w:rsidRDefault="00E32866" w:rsidP="00C36677">
            <w:pPr>
              <w:spacing w:after="0" w:line="240" w:lineRule="auto"/>
              <w:rPr>
                <w:b/>
              </w:rPr>
            </w:pPr>
            <w:r w:rsidRPr="00C36677">
              <w:rPr>
                <w:b/>
              </w:rPr>
              <w:t>What activities will be used?</w:t>
            </w:r>
          </w:p>
        </w:tc>
        <w:tc>
          <w:tcPr>
            <w:tcW w:w="3510" w:type="dxa"/>
          </w:tcPr>
          <w:p w:rsidR="00E32866" w:rsidRPr="00C36677" w:rsidRDefault="00E32866" w:rsidP="00C36677">
            <w:pPr>
              <w:spacing w:after="0" w:line="240" w:lineRule="auto"/>
              <w:rPr>
                <w:b/>
              </w:rPr>
            </w:pPr>
            <w:r w:rsidRPr="00C36677">
              <w:rPr>
                <w:b/>
              </w:rPr>
              <w:t>Who will do this?</w:t>
            </w:r>
          </w:p>
        </w:tc>
        <w:tc>
          <w:tcPr>
            <w:tcW w:w="3510" w:type="dxa"/>
          </w:tcPr>
          <w:p w:rsidR="00E32866" w:rsidRPr="00C36677" w:rsidRDefault="00E32866" w:rsidP="00C36677">
            <w:pPr>
              <w:spacing w:after="0" w:line="240" w:lineRule="auto"/>
              <w:rPr>
                <w:b/>
              </w:rPr>
            </w:pPr>
            <w:r w:rsidRPr="00C36677">
              <w:rPr>
                <w:b/>
              </w:rPr>
              <w:t>When will this be completed?</w:t>
            </w:r>
          </w:p>
        </w:tc>
      </w:tr>
      <w:tr w:rsidR="00E32866" w:rsidRPr="00C36677" w:rsidTr="00C36677">
        <w:trPr>
          <w:jc w:val="center"/>
        </w:trPr>
        <w:tc>
          <w:tcPr>
            <w:tcW w:w="3888" w:type="dxa"/>
          </w:tcPr>
          <w:p w:rsidR="00E32866" w:rsidRPr="00C36677" w:rsidRDefault="00E32866" w:rsidP="00C36677">
            <w:pPr>
              <w:spacing w:after="0" w:line="240" w:lineRule="auto"/>
            </w:pPr>
          </w:p>
          <w:p w:rsidR="00E32866" w:rsidRPr="00C36677" w:rsidRDefault="00E32866" w:rsidP="00C36677">
            <w:pPr>
              <w:spacing w:after="0" w:line="240" w:lineRule="auto"/>
            </w:pPr>
            <w:r>
              <w:t>Our leadership team will determine this in January.</w:t>
            </w:r>
          </w:p>
          <w:p w:rsidR="00E32866" w:rsidRPr="00C36677" w:rsidRDefault="00E32866" w:rsidP="00C36677">
            <w:pPr>
              <w:spacing w:after="0" w:line="240" w:lineRule="auto"/>
            </w:pPr>
          </w:p>
          <w:p w:rsidR="00E32866" w:rsidRPr="00C36677" w:rsidRDefault="00E32866" w:rsidP="00C36677">
            <w:pPr>
              <w:spacing w:after="0" w:line="240" w:lineRule="auto"/>
            </w:pPr>
          </w:p>
          <w:p w:rsidR="00E32866" w:rsidRPr="00C36677" w:rsidRDefault="00E32866" w:rsidP="00C36677">
            <w:pPr>
              <w:spacing w:after="0" w:line="240" w:lineRule="auto"/>
            </w:pPr>
          </w:p>
          <w:p w:rsidR="00E32866" w:rsidRPr="00C36677" w:rsidRDefault="00E32866" w:rsidP="00C36677">
            <w:pPr>
              <w:spacing w:after="0" w:line="240" w:lineRule="auto"/>
            </w:pPr>
          </w:p>
          <w:p w:rsidR="00E32866" w:rsidRPr="00C36677" w:rsidRDefault="00E32866" w:rsidP="00C36677">
            <w:pPr>
              <w:spacing w:after="0" w:line="240" w:lineRule="auto"/>
            </w:pPr>
          </w:p>
          <w:p w:rsidR="00E32866" w:rsidRPr="00C36677" w:rsidRDefault="00E32866" w:rsidP="00C36677">
            <w:pPr>
              <w:spacing w:after="0" w:line="240" w:lineRule="auto"/>
            </w:pPr>
          </w:p>
        </w:tc>
        <w:tc>
          <w:tcPr>
            <w:tcW w:w="3510" w:type="dxa"/>
          </w:tcPr>
          <w:p w:rsidR="00E32866" w:rsidRPr="00C36677" w:rsidRDefault="00E32866" w:rsidP="00C36677">
            <w:pPr>
              <w:spacing w:after="0" w:line="240" w:lineRule="auto"/>
            </w:pPr>
            <w:r>
              <w:t>Leadership team</w:t>
            </w:r>
          </w:p>
        </w:tc>
        <w:tc>
          <w:tcPr>
            <w:tcW w:w="3510" w:type="dxa"/>
          </w:tcPr>
          <w:p w:rsidR="00E32866" w:rsidRPr="00C36677" w:rsidRDefault="00E32866" w:rsidP="00C36677">
            <w:pPr>
              <w:spacing w:after="0" w:line="240" w:lineRule="auto"/>
            </w:pPr>
            <w:r>
              <w:t>Before January 31st</w:t>
            </w:r>
          </w:p>
        </w:tc>
      </w:tr>
      <w:tr w:rsidR="00E32866" w:rsidRPr="00C36677" w:rsidTr="00C36677">
        <w:trPr>
          <w:jc w:val="center"/>
        </w:trPr>
        <w:tc>
          <w:tcPr>
            <w:tcW w:w="3888" w:type="dxa"/>
            <w:shd w:val="clear" w:color="auto" w:fill="000000"/>
          </w:tcPr>
          <w:p w:rsidR="00E32866" w:rsidRPr="00C36677" w:rsidRDefault="00E32866" w:rsidP="00C36677">
            <w:pPr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/>
          </w:tcPr>
          <w:p w:rsidR="00E32866" w:rsidRPr="00C36677" w:rsidRDefault="00E32866" w:rsidP="00C36677">
            <w:pPr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/>
          </w:tcPr>
          <w:p w:rsidR="00E32866" w:rsidRPr="00C36677" w:rsidRDefault="00E32866" w:rsidP="00C36677">
            <w:pPr>
              <w:spacing w:after="0" w:line="240" w:lineRule="auto"/>
              <w:rPr>
                <w:sz w:val="12"/>
                <w:szCs w:val="12"/>
              </w:rPr>
            </w:pPr>
          </w:p>
        </w:tc>
      </w:tr>
      <w:tr w:rsidR="00E32866" w:rsidRPr="00C36677" w:rsidTr="00C36677">
        <w:trPr>
          <w:jc w:val="center"/>
        </w:trPr>
        <w:tc>
          <w:tcPr>
            <w:tcW w:w="3888" w:type="dxa"/>
            <w:shd w:val="clear" w:color="auto" w:fill="DBE5F1"/>
          </w:tcPr>
          <w:p w:rsidR="00E32866" w:rsidRPr="00C36677" w:rsidRDefault="00E32866" w:rsidP="00C36677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C36677">
              <w:rPr>
                <w:b/>
                <w:sz w:val="24"/>
                <w:szCs w:val="24"/>
              </w:rPr>
              <w:t>Stage of Implementation</w:t>
            </w:r>
          </w:p>
        </w:tc>
        <w:tc>
          <w:tcPr>
            <w:tcW w:w="7020" w:type="dxa"/>
            <w:gridSpan w:val="2"/>
            <w:shd w:val="clear" w:color="auto" w:fill="DBE5F1"/>
          </w:tcPr>
          <w:p w:rsidR="00E32866" w:rsidRPr="00C36677" w:rsidRDefault="00E32866" w:rsidP="00C36677">
            <w:pPr>
              <w:spacing w:after="0" w:line="240" w:lineRule="auto"/>
            </w:pPr>
            <w:r w:rsidRPr="00C36677"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E32866" w:rsidRPr="00C36677" w:rsidTr="00C36677">
        <w:trPr>
          <w:jc w:val="center"/>
        </w:trPr>
        <w:tc>
          <w:tcPr>
            <w:tcW w:w="3888" w:type="dxa"/>
          </w:tcPr>
          <w:p w:rsidR="00E32866" w:rsidRPr="00C36677" w:rsidRDefault="00E32866" w:rsidP="00C36677">
            <w:pPr>
              <w:spacing w:after="0" w:line="240" w:lineRule="auto"/>
              <w:jc w:val="center"/>
              <w:rPr>
                <w:i/>
              </w:rPr>
            </w:pPr>
            <w:r w:rsidRPr="00C36677">
              <w:rPr>
                <w:i/>
              </w:rPr>
              <w:t>Instruction</w:t>
            </w:r>
          </w:p>
          <w:p w:rsidR="00E32866" w:rsidRPr="00C36677" w:rsidRDefault="00E32866" w:rsidP="00C36677">
            <w:pPr>
              <w:spacing w:after="0" w:line="240" w:lineRule="auto"/>
            </w:pPr>
          </w:p>
        </w:tc>
        <w:tc>
          <w:tcPr>
            <w:tcW w:w="7020" w:type="dxa"/>
            <w:gridSpan w:val="2"/>
          </w:tcPr>
          <w:p w:rsidR="00E32866" w:rsidRPr="00C36677" w:rsidRDefault="00E32866" w:rsidP="00C36677">
            <w:pPr>
              <w:spacing w:after="0" w:line="240" w:lineRule="auto"/>
              <w:rPr>
                <w:i/>
                <w:u w:val="single"/>
              </w:rPr>
            </w:pPr>
            <w:r w:rsidRPr="00C36677">
              <w:t xml:space="preserve"> </w:t>
            </w:r>
            <w:r w:rsidRPr="00C36677">
              <w:rPr>
                <w:i/>
                <w:u w:val="single"/>
              </w:rPr>
              <w:t xml:space="preserve"> </w:t>
            </w:r>
            <w:r>
              <w:rPr>
                <w:i/>
                <w:u w:val="single"/>
              </w:rPr>
              <w:t>6 Shifts</w:t>
            </w:r>
          </w:p>
        </w:tc>
      </w:tr>
      <w:tr w:rsidR="00E32866" w:rsidRPr="00C36677" w:rsidTr="00C36677">
        <w:trPr>
          <w:jc w:val="center"/>
        </w:trPr>
        <w:tc>
          <w:tcPr>
            <w:tcW w:w="3888" w:type="dxa"/>
          </w:tcPr>
          <w:p w:rsidR="00E32866" w:rsidRPr="00C36677" w:rsidRDefault="00E32866" w:rsidP="00C36677">
            <w:pPr>
              <w:spacing w:after="0" w:line="240" w:lineRule="auto"/>
              <w:rPr>
                <w:b/>
              </w:rPr>
            </w:pPr>
            <w:r w:rsidRPr="00C36677">
              <w:rPr>
                <w:b/>
              </w:rPr>
              <w:t>What activities will be used?</w:t>
            </w:r>
          </w:p>
        </w:tc>
        <w:tc>
          <w:tcPr>
            <w:tcW w:w="3510" w:type="dxa"/>
          </w:tcPr>
          <w:p w:rsidR="00E32866" w:rsidRPr="00C36677" w:rsidRDefault="00E32866" w:rsidP="00C36677">
            <w:pPr>
              <w:spacing w:after="0" w:line="240" w:lineRule="auto"/>
              <w:rPr>
                <w:b/>
              </w:rPr>
            </w:pPr>
            <w:r w:rsidRPr="00C36677">
              <w:rPr>
                <w:b/>
              </w:rPr>
              <w:t>Who will do this?</w:t>
            </w:r>
          </w:p>
        </w:tc>
        <w:tc>
          <w:tcPr>
            <w:tcW w:w="3510" w:type="dxa"/>
          </w:tcPr>
          <w:p w:rsidR="00E32866" w:rsidRPr="00C36677" w:rsidRDefault="00E32866" w:rsidP="00C36677">
            <w:pPr>
              <w:spacing w:after="0" w:line="240" w:lineRule="auto"/>
              <w:rPr>
                <w:b/>
              </w:rPr>
            </w:pPr>
            <w:r w:rsidRPr="00C36677">
              <w:rPr>
                <w:b/>
              </w:rPr>
              <w:t>When will this be completed?</w:t>
            </w:r>
          </w:p>
        </w:tc>
      </w:tr>
      <w:tr w:rsidR="00E32866" w:rsidRPr="00C36677" w:rsidTr="00C36677">
        <w:trPr>
          <w:jc w:val="center"/>
        </w:trPr>
        <w:tc>
          <w:tcPr>
            <w:tcW w:w="3888" w:type="dxa"/>
          </w:tcPr>
          <w:p w:rsidR="00E32866" w:rsidRPr="00C36677" w:rsidRDefault="00E32866" w:rsidP="00C36677">
            <w:pPr>
              <w:spacing w:after="0" w:line="240" w:lineRule="auto"/>
            </w:pPr>
          </w:p>
          <w:p w:rsidR="00E32866" w:rsidRPr="00C36677" w:rsidRDefault="00E32866" w:rsidP="00C36677">
            <w:pPr>
              <w:spacing w:after="0" w:line="240" w:lineRule="auto"/>
            </w:pPr>
          </w:p>
          <w:p w:rsidR="00E32866" w:rsidRPr="00C36677" w:rsidRDefault="00E32866" w:rsidP="00C36677">
            <w:pPr>
              <w:spacing w:after="0" w:line="240" w:lineRule="auto"/>
            </w:pPr>
            <w:r>
              <w:t>Exposure</w:t>
            </w:r>
          </w:p>
          <w:p w:rsidR="00E32866" w:rsidRPr="00C36677" w:rsidRDefault="00E32866" w:rsidP="00C36677">
            <w:pPr>
              <w:spacing w:after="0" w:line="240" w:lineRule="auto"/>
            </w:pPr>
          </w:p>
          <w:p w:rsidR="00E32866" w:rsidRPr="00C36677" w:rsidRDefault="00E32866" w:rsidP="00C36677">
            <w:pPr>
              <w:spacing w:after="0" w:line="240" w:lineRule="auto"/>
            </w:pPr>
            <w:r>
              <w:t>Highlight one shift per week</w:t>
            </w:r>
          </w:p>
          <w:p w:rsidR="00E32866" w:rsidRPr="00C36677" w:rsidRDefault="00E32866" w:rsidP="00C36677">
            <w:pPr>
              <w:spacing w:after="0" w:line="240" w:lineRule="auto"/>
            </w:pPr>
          </w:p>
          <w:p w:rsidR="00E32866" w:rsidRPr="00C36677" w:rsidRDefault="00E32866" w:rsidP="00C36677">
            <w:pPr>
              <w:spacing w:after="0" w:line="240" w:lineRule="auto"/>
            </w:pPr>
          </w:p>
          <w:p w:rsidR="00E32866" w:rsidRPr="00C36677" w:rsidRDefault="00E32866" w:rsidP="00C36677">
            <w:pPr>
              <w:spacing w:after="0" w:line="240" w:lineRule="auto"/>
            </w:pPr>
          </w:p>
        </w:tc>
        <w:tc>
          <w:tcPr>
            <w:tcW w:w="3510" w:type="dxa"/>
          </w:tcPr>
          <w:p w:rsidR="00E32866" w:rsidRDefault="00E32866" w:rsidP="00C36677">
            <w:pPr>
              <w:spacing w:after="0" w:line="240" w:lineRule="auto"/>
            </w:pPr>
          </w:p>
          <w:p w:rsidR="00E32866" w:rsidRDefault="00E32866" w:rsidP="00C36677">
            <w:pPr>
              <w:spacing w:after="0" w:line="240" w:lineRule="auto"/>
            </w:pPr>
            <w:r>
              <w:t>Leadership Team</w:t>
            </w:r>
          </w:p>
          <w:p w:rsidR="00E32866" w:rsidRDefault="00E32866" w:rsidP="00C36677">
            <w:pPr>
              <w:spacing w:after="0" w:line="240" w:lineRule="auto"/>
            </w:pPr>
          </w:p>
          <w:p w:rsidR="00E32866" w:rsidRDefault="00E32866" w:rsidP="00C36677">
            <w:pPr>
              <w:spacing w:after="0" w:line="240" w:lineRule="auto"/>
            </w:pPr>
          </w:p>
          <w:p w:rsidR="00E32866" w:rsidRPr="00C36677" w:rsidRDefault="00E32866" w:rsidP="00C36677">
            <w:pPr>
              <w:spacing w:after="0" w:line="240" w:lineRule="auto"/>
            </w:pPr>
            <w:r>
              <w:t>Leadership Team</w:t>
            </w:r>
          </w:p>
        </w:tc>
        <w:tc>
          <w:tcPr>
            <w:tcW w:w="3510" w:type="dxa"/>
          </w:tcPr>
          <w:p w:rsidR="00E32866" w:rsidRDefault="00E32866" w:rsidP="00C36677">
            <w:pPr>
              <w:spacing w:after="0" w:line="240" w:lineRule="auto"/>
            </w:pPr>
          </w:p>
          <w:p w:rsidR="00E32866" w:rsidRDefault="00E32866" w:rsidP="00C36677">
            <w:pPr>
              <w:spacing w:after="0" w:line="240" w:lineRule="auto"/>
            </w:pPr>
            <w:r>
              <w:t>January</w:t>
            </w:r>
          </w:p>
          <w:p w:rsidR="00E32866" w:rsidRDefault="00E32866" w:rsidP="00C36677">
            <w:pPr>
              <w:spacing w:after="0" w:line="240" w:lineRule="auto"/>
            </w:pPr>
          </w:p>
          <w:p w:rsidR="00E32866" w:rsidRDefault="00E32866" w:rsidP="00C36677">
            <w:pPr>
              <w:spacing w:after="0" w:line="240" w:lineRule="auto"/>
            </w:pPr>
          </w:p>
          <w:p w:rsidR="00E32866" w:rsidRPr="00C36677" w:rsidRDefault="00E32866" w:rsidP="00C36677">
            <w:pPr>
              <w:spacing w:after="0" w:line="240" w:lineRule="auto"/>
            </w:pPr>
            <w:r>
              <w:t>Beginning in January during 8:00am weekly staff meetings</w:t>
            </w:r>
          </w:p>
        </w:tc>
      </w:tr>
      <w:tr w:rsidR="00E32866" w:rsidRPr="00C36677" w:rsidTr="00C36677">
        <w:trPr>
          <w:jc w:val="center"/>
        </w:trPr>
        <w:tc>
          <w:tcPr>
            <w:tcW w:w="3888" w:type="dxa"/>
            <w:shd w:val="clear" w:color="auto" w:fill="000000"/>
          </w:tcPr>
          <w:p w:rsidR="00E32866" w:rsidRPr="00C36677" w:rsidRDefault="00E32866" w:rsidP="00C36677">
            <w:pPr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/>
          </w:tcPr>
          <w:p w:rsidR="00E32866" w:rsidRPr="00C36677" w:rsidRDefault="00E32866" w:rsidP="00C36677">
            <w:pPr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/>
          </w:tcPr>
          <w:p w:rsidR="00E32866" w:rsidRPr="00C36677" w:rsidRDefault="00E32866" w:rsidP="00C36677">
            <w:pPr>
              <w:spacing w:after="0" w:line="240" w:lineRule="auto"/>
              <w:rPr>
                <w:sz w:val="12"/>
                <w:szCs w:val="12"/>
              </w:rPr>
            </w:pPr>
          </w:p>
        </w:tc>
      </w:tr>
      <w:tr w:rsidR="00E32866" w:rsidRPr="00C36677" w:rsidTr="00C36677">
        <w:trPr>
          <w:jc w:val="center"/>
        </w:trPr>
        <w:tc>
          <w:tcPr>
            <w:tcW w:w="3888" w:type="dxa"/>
            <w:shd w:val="clear" w:color="auto" w:fill="DBE5F1"/>
          </w:tcPr>
          <w:p w:rsidR="00E32866" w:rsidRPr="00C36677" w:rsidRDefault="00E32866" w:rsidP="00C36677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C36677">
              <w:rPr>
                <w:b/>
                <w:sz w:val="24"/>
                <w:szCs w:val="24"/>
              </w:rPr>
              <w:t>Stage of Implementation</w:t>
            </w:r>
          </w:p>
        </w:tc>
        <w:tc>
          <w:tcPr>
            <w:tcW w:w="7020" w:type="dxa"/>
            <w:gridSpan w:val="2"/>
            <w:shd w:val="clear" w:color="auto" w:fill="DBE5F1"/>
          </w:tcPr>
          <w:p w:rsidR="00E32866" w:rsidRPr="00C36677" w:rsidRDefault="00E32866" w:rsidP="00C36677">
            <w:pPr>
              <w:spacing w:after="0" w:line="240" w:lineRule="auto"/>
            </w:pPr>
            <w:r w:rsidRPr="00C36677"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E32866" w:rsidRPr="00C36677" w:rsidTr="00C36677">
        <w:trPr>
          <w:jc w:val="center"/>
        </w:trPr>
        <w:tc>
          <w:tcPr>
            <w:tcW w:w="3888" w:type="dxa"/>
          </w:tcPr>
          <w:p w:rsidR="00E32866" w:rsidRPr="00C36677" w:rsidRDefault="00E32866" w:rsidP="00C36677">
            <w:pPr>
              <w:spacing w:after="0" w:line="240" w:lineRule="auto"/>
              <w:jc w:val="center"/>
              <w:rPr>
                <w:i/>
              </w:rPr>
            </w:pPr>
            <w:r w:rsidRPr="00C36677">
              <w:rPr>
                <w:i/>
              </w:rPr>
              <w:t>Student Learning &amp; Assessment</w:t>
            </w:r>
          </w:p>
          <w:p w:rsidR="00E32866" w:rsidRPr="00C36677" w:rsidRDefault="00E32866" w:rsidP="00C36677">
            <w:pPr>
              <w:spacing w:after="0" w:line="240" w:lineRule="auto"/>
            </w:pPr>
          </w:p>
        </w:tc>
        <w:tc>
          <w:tcPr>
            <w:tcW w:w="7020" w:type="dxa"/>
            <w:gridSpan w:val="2"/>
          </w:tcPr>
          <w:p w:rsidR="00E32866" w:rsidRPr="00C36677" w:rsidRDefault="00E32866" w:rsidP="00C36677">
            <w:pPr>
              <w:spacing w:after="0" w:line="240" w:lineRule="auto"/>
              <w:rPr>
                <w:i/>
                <w:u w:val="single"/>
              </w:rPr>
            </w:pPr>
            <w:r w:rsidRPr="00C36677">
              <w:t xml:space="preserve"> </w:t>
            </w:r>
            <w:r w:rsidRPr="00C36677">
              <w:rPr>
                <w:i/>
                <w:u w:val="single"/>
              </w:rPr>
              <w:t xml:space="preserve"> </w:t>
            </w:r>
          </w:p>
        </w:tc>
      </w:tr>
      <w:tr w:rsidR="00E32866" w:rsidRPr="00C36677" w:rsidTr="00C36677">
        <w:trPr>
          <w:jc w:val="center"/>
        </w:trPr>
        <w:tc>
          <w:tcPr>
            <w:tcW w:w="3888" w:type="dxa"/>
          </w:tcPr>
          <w:p w:rsidR="00E32866" w:rsidRPr="00C36677" w:rsidRDefault="00E32866" w:rsidP="00C36677">
            <w:pPr>
              <w:spacing w:after="0" w:line="240" w:lineRule="auto"/>
              <w:rPr>
                <w:b/>
              </w:rPr>
            </w:pPr>
            <w:r w:rsidRPr="00C36677">
              <w:rPr>
                <w:b/>
              </w:rPr>
              <w:t>What activities will be used?</w:t>
            </w:r>
          </w:p>
        </w:tc>
        <w:tc>
          <w:tcPr>
            <w:tcW w:w="3510" w:type="dxa"/>
          </w:tcPr>
          <w:p w:rsidR="00E32866" w:rsidRPr="00C36677" w:rsidRDefault="00E32866" w:rsidP="00C36677">
            <w:pPr>
              <w:spacing w:after="0" w:line="240" w:lineRule="auto"/>
              <w:rPr>
                <w:b/>
              </w:rPr>
            </w:pPr>
            <w:r w:rsidRPr="00C36677">
              <w:rPr>
                <w:b/>
              </w:rPr>
              <w:t>Who will do this?</w:t>
            </w:r>
          </w:p>
        </w:tc>
        <w:tc>
          <w:tcPr>
            <w:tcW w:w="3510" w:type="dxa"/>
          </w:tcPr>
          <w:p w:rsidR="00E32866" w:rsidRPr="00C36677" w:rsidRDefault="00E32866" w:rsidP="00C36677">
            <w:pPr>
              <w:spacing w:after="0" w:line="240" w:lineRule="auto"/>
              <w:rPr>
                <w:b/>
              </w:rPr>
            </w:pPr>
            <w:r w:rsidRPr="00C36677">
              <w:rPr>
                <w:b/>
              </w:rPr>
              <w:t>When will this be completed?</w:t>
            </w:r>
          </w:p>
        </w:tc>
      </w:tr>
      <w:tr w:rsidR="00E32866" w:rsidRPr="00C36677" w:rsidTr="00C36677">
        <w:trPr>
          <w:jc w:val="center"/>
        </w:trPr>
        <w:tc>
          <w:tcPr>
            <w:tcW w:w="3888" w:type="dxa"/>
          </w:tcPr>
          <w:p w:rsidR="00E32866" w:rsidRPr="00C36677" w:rsidRDefault="00E32866" w:rsidP="00C36677">
            <w:pPr>
              <w:spacing w:after="0" w:line="240" w:lineRule="auto"/>
            </w:pPr>
          </w:p>
          <w:p w:rsidR="00E32866" w:rsidRPr="00C36677" w:rsidRDefault="00E32866" w:rsidP="00C36677">
            <w:pPr>
              <w:spacing w:after="0" w:line="240" w:lineRule="auto"/>
            </w:pPr>
          </w:p>
          <w:p w:rsidR="00E32866" w:rsidRPr="00C36677" w:rsidRDefault="00E32866" w:rsidP="00C36677">
            <w:pPr>
              <w:spacing w:after="0" w:line="240" w:lineRule="auto"/>
            </w:pPr>
          </w:p>
          <w:p w:rsidR="00E32866" w:rsidRPr="00C36677" w:rsidRDefault="00E32866" w:rsidP="00C36677">
            <w:pPr>
              <w:spacing w:after="0" w:line="240" w:lineRule="auto"/>
            </w:pPr>
          </w:p>
          <w:p w:rsidR="00E32866" w:rsidRPr="00C36677" w:rsidRDefault="00E32866" w:rsidP="00C36677">
            <w:pPr>
              <w:spacing w:after="0" w:line="240" w:lineRule="auto"/>
            </w:pPr>
          </w:p>
          <w:p w:rsidR="00E32866" w:rsidRPr="00C36677" w:rsidRDefault="00E32866" w:rsidP="00C36677">
            <w:pPr>
              <w:spacing w:after="0" w:line="240" w:lineRule="auto"/>
            </w:pPr>
          </w:p>
          <w:p w:rsidR="00E32866" w:rsidRPr="00C36677" w:rsidRDefault="00E32866" w:rsidP="00C36677">
            <w:pPr>
              <w:spacing w:after="0" w:line="240" w:lineRule="auto"/>
            </w:pPr>
          </w:p>
          <w:p w:rsidR="00E32866" w:rsidRPr="00C36677" w:rsidRDefault="00E32866" w:rsidP="00C36677">
            <w:pPr>
              <w:spacing w:after="0" w:line="240" w:lineRule="auto"/>
            </w:pPr>
          </w:p>
        </w:tc>
        <w:tc>
          <w:tcPr>
            <w:tcW w:w="3510" w:type="dxa"/>
          </w:tcPr>
          <w:p w:rsidR="00E32866" w:rsidRPr="00C36677" w:rsidRDefault="00E32866" w:rsidP="00C36677">
            <w:pPr>
              <w:spacing w:after="0" w:line="240" w:lineRule="auto"/>
            </w:pPr>
          </w:p>
        </w:tc>
        <w:tc>
          <w:tcPr>
            <w:tcW w:w="3510" w:type="dxa"/>
          </w:tcPr>
          <w:p w:rsidR="00E32866" w:rsidRPr="00C36677" w:rsidRDefault="00E32866" w:rsidP="00C36677">
            <w:pPr>
              <w:spacing w:after="0" w:line="240" w:lineRule="auto"/>
            </w:pPr>
          </w:p>
        </w:tc>
      </w:tr>
      <w:tr w:rsidR="00E32866" w:rsidRPr="00C36677" w:rsidTr="00C36677">
        <w:trPr>
          <w:jc w:val="center"/>
        </w:trPr>
        <w:tc>
          <w:tcPr>
            <w:tcW w:w="3888" w:type="dxa"/>
            <w:shd w:val="clear" w:color="auto" w:fill="000000"/>
          </w:tcPr>
          <w:p w:rsidR="00E32866" w:rsidRPr="00C36677" w:rsidRDefault="00E32866" w:rsidP="00C36677">
            <w:pPr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/>
          </w:tcPr>
          <w:p w:rsidR="00E32866" w:rsidRPr="00C36677" w:rsidRDefault="00E32866" w:rsidP="00C36677">
            <w:pPr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/>
          </w:tcPr>
          <w:p w:rsidR="00E32866" w:rsidRPr="00C36677" w:rsidRDefault="00E32866" w:rsidP="00C36677">
            <w:pPr>
              <w:spacing w:after="0" w:line="240" w:lineRule="auto"/>
              <w:rPr>
                <w:sz w:val="12"/>
                <w:szCs w:val="12"/>
              </w:rPr>
            </w:pPr>
          </w:p>
        </w:tc>
      </w:tr>
      <w:tr w:rsidR="00E32866" w:rsidRPr="00C36677" w:rsidTr="00C36677">
        <w:trPr>
          <w:jc w:val="center"/>
        </w:trPr>
        <w:tc>
          <w:tcPr>
            <w:tcW w:w="3888" w:type="dxa"/>
            <w:shd w:val="clear" w:color="auto" w:fill="DBE5F1"/>
          </w:tcPr>
          <w:p w:rsidR="00E32866" w:rsidRPr="00C36677" w:rsidRDefault="00E32866" w:rsidP="00C36677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C36677">
              <w:rPr>
                <w:b/>
                <w:sz w:val="24"/>
                <w:szCs w:val="24"/>
              </w:rPr>
              <w:t>Stage of Implementation</w:t>
            </w:r>
          </w:p>
        </w:tc>
        <w:tc>
          <w:tcPr>
            <w:tcW w:w="7020" w:type="dxa"/>
            <w:gridSpan w:val="2"/>
            <w:shd w:val="clear" w:color="auto" w:fill="DBE5F1"/>
          </w:tcPr>
          <w:p w:rsidR="00E32866" w:rsidRPr="00C36677" w:rsidRDefault="00E32866" w:rsidP="00C36677">
            <w:pPr>
              <w:spacing w:after="0" w:line="240" w:lineRule="auto"/>
            </w:pPr>
            <w:r w:rsidRPr="00C36677"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E32866" w:rsidRPr="00C36677" w:rsidTr="00C36677">
        <w:trPr>
          <w:jc w:val="center"/>
        </w:trPr>
        <w:tc>
          <w:tcPr>
            <w:tcW w:w="3888" w:type="dxa"/>
          </w:tcPr>
          <w:p w:rsidR="00E32866" w:rsidRPr="00C36677" w:rsidRDefault="00E32866" w:rsidP="00C36677">
            <w:pPr>
              <w:spacing w:after="0" w:line="240" w:lineRule="auto"/>
              <w:jc w:val="center"/>
              <w:rPr>
                <w:i/>
              </w:rPr>
            </w:pPr>
            <w:r w:rsidRPr="00C36677">
              <w:rPr>
                <w:i/>
              </w:rPr>
              <w:t>Community Awareness</w:t>
            </w:r>
          </w:p>
          <w:p w:rsidR="00E32866" w:rsidRPr="00C36677" w:rsidRDefault="00E32866" w:rsidP="00C36677">
            <w:pPr>
              <w:spacing w:after="0" w:line="240" w:lineRule="auto"/>
            </w:pPr>
          </w:p>
        </w:tc>
        <w:tc>
          <w:tcPr>
            <w:tcW w:w="7020" w:type="dxa"/>
            <w:gridSpan w:val="2"/>
          </w:tcPr>
          <w:p w:rsidR="00E32866" w:rsidRPr="00C36677" w:rsidRDefault="00E32866" w:rsidP="00C36677">
            <w:pPr>
              <w:spacing w:after="0" w:line="240" w:lineRule="auto"/>
              <w:rPr>
                <w:i/>
                <w:u w:val="single"/>
              </w:rPr>
            </w:pPr>
            <w:r w:rsidRPr="00C36677">
              <w:rPr>
                <w:i/>
                <w:u w:val="single"/>
              </w:rPr>
              <w:t xml:space="preserve">  </w:t>
            </w:r>
            <w:bookmarkStart w:id="0" w:name="_GoBack"/>
            <w:bookmarkEnd w:id="0"/>
          </w:p>
        </w:tc>
      </w:tr>
      <w:tr w:rsidR="00E32866" w:rsidRPr="00C36677" w:rsidTr="00C36677">
        <w:trPr>
          <w:jc w:val="center"/>
        </w:trPr>
        <w:tc>
          <w:tcPr>
            <w:tcW w:w="3888" w:type="dxa"/>
          </w:tcPr>
          <w:p w:rsidR="00E32866" w:rsidRPr="00C36677" w:rsidRDefault="00E32866" w:rsidP="00C36677">
            <w:pPr>
              <w:spacing w:after="0" w:line="240" w:lineRule="auto"/>
              <w:rPr>
                <w:b/>
              </w:rPr>
            </w:pPr>
            <w:r w:rsidRPr="00C36677">
              <w:rPr>
                <w:b/>
              </w:rPr>
              <w:t>What activities will be used?</w:t>
            </w:r>
          </w:p>
        </w:tc>
        <w:tc>
          <w:tcPr>
            <w:tcW w:w="3510" w:type="dxa"/>
          </w:tcPr>
          <w:p w:rsidR="00E32866" w:rsidRPr="00C36677" w:rsidRDefault="00E32866" w:rsidP="00C36677">
            <w:pPr>
              <w:spacing w:after="0" w:line="240" w:lineRule="auto"/>
              <w:rPr>
                <w:b/>
              </w:rPr>
            </w:pPr>
            <w:r w:rsidRPr="00C36677">
              <w:rPr>
                <w:b/>
              </w:rPr>
              <w:t>Who will do this?</w:t>
            </w:r>
          </w:p>
        </w:tc>
        <w:tc>
          <w:tcPr>
            <w:tcW w:w="3510" w:type="dxa"/>
          </w:tcPr>
          <w:p w:rsidR="00E32866" w:rsidRPr="00C36677" w:rsidRDefault="00E32866" w:rsidP="00C36677">
            <w:pPr>
              <w:spacing w:after="0" w:line="240" w:lineRule="auto"/>
              <w:rPr>
                <w:b/>
              </w:rPr>
            </w:pPr>
            <w:r w:rsidRPr="00C36677">
              <w:rPr>
                <w:b/>
              </w:rPr>
              <w:t>When will this be completed?</w:t>
            </w:r>
          </w:p>
        </w:tc>
      </w:tr>
      <w:tr w:rsidR="00E32866" w:rsidRPr="00C36677" w:rsidTr="00C36677">
        <w:trPr>
          <w:jc w:val="center"/>
        </w:trPr>
        <w:tc>
          <w:tcPr>
            <w:tcW w:w="3888" w:type="dxa"/>
          </w:tcPr>
          <w:p w:rsidR="00E32866" w:rsidRPr="00C36677" w:rsidRDefault="00E32866" w:rsidP="00C36677">
            <w:pPr>
              <w:spacing w:after="0" w:line="240" w:lineRule="auto"/>
            </w:pPr>
          </w:p>
          <w:p w:rsidR="00E32866" w:rsidRPr="00C36677" w:rsidRDefault="00E32866" w:rsidP="00C36677">
            <w:pPr>
              <w:spacing w:after="0" w:line="240" w:lineRule="auto"/>
            </w:pPr>
          </w:p>
          <w:p w:rsidR="00E32866" w:rsidRPr="00C36677" w:rsidRDefault="00E32866" w:rsidP="00C36677">
            <w:pPr>
              <w:spacing w:after="0" w:line="240" w:lineRule="auto"/>
            </w:pPr>
          </w:p>
          <w:p w:rsidR="00E32866" w:rsidRPr="00C36677" w:rsidRDefault="00E32866" w:rsidP="00C36677">
            <w:pPr>
              <w:spacing w:after="0" w:line="240" w:lineRule="auto"/>
            </w:pPr>
            <w:r w:rsidRPr="00C36677">
              <w:t>``</w:t>
            </w:r>
          </w:p>
          <w:p w:rsidR="00E32866" w:rsidRPr="00C36677" w:rsidRDefault="00E32866" w:rsidP="00C36677">
            <w:pPr>
              <w:spacing w:after="0" w:line="240" w:lineRule="auto"/>
            </w:pPr>
          </w:p>
          <w:p w:rsidR="00E32866" w:rsidRPr="00C36677" w:rsidRDefault="00E32866" w:rsidP="00C36677">
            <w:pPr>
              <w:spacing w:after="0" w:line="240" w:lineRule="auto"/>
            </w:pPr>
          </w:p>
          <w:p w:rsidR="00E32866" w:rsidRPr="00C36677" w:rsidRDefault="00E32866" w:rsidP="00C36677">
            <w:pPr>
              <w:spacing w:after="0" w:line="240" w:lineRule="auto"/>
            </w:pPr>
          </w:p>
          <w:p w:rsidR="00E32866" w:rsidRPr="00C36677" w:rsidRDefault="00E32866" w:rsidP="00C36677">
            <w:pPr>
              <w:spacing w:after="0" w:line="240" w:lineRule="auto"/>
            </w:pPr>
          </w:p>
        </w:tc>
        <w:tc>
          <w:tcPr>
            <w:tcW w:w="3510" w:type="dxa"/>
          </w:tcPr>
          <w:p w:rsidR="00E32866" w:rsidRPr="00C36677" w:rsidRDefault="00E32866" w:rsidP="00C36677">
            <w:pPr>
              <w:spacing w:after="0" w:line="240" w:lineRule="auto"/>
            </w:pPr>
          </w:p>
        </w:tc>
        <w:tc>
          <w:tcPr>
            <w:tcW w:w="3510" w:type="dxa"/>
          </w:tcPr>
          <w:p w:rsidR="00E32866" w:rsidRPr="00C36677" w:rsidRDefault="00E32866" w:rsidP="00C36677">
            <w:pPr>
              <w:spacing w:after="0" w:line="240" w:lineRule="auto"/>
            </w:pPr>
          </w:p>
        </w:tc>
      </w:tr>
    </w:tbl>
    <w:p w:rsidR="00E32866" w:rsidRDefault="00E32866"/>
    <w:sectPr w:rsidR="00E32866" w:rsidSect="00D31933">
      <w:pgSz w:w="12240" w:h="15840"/>
      <w:pgMar w:top="720" w:right="720" w:bottom="27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2EC5"/>
    <w:rsid w:val="00267C6F"/>
    <w:rsid w:val="006B1FFA"/>
    <w:rsid w:val="006F3742"/>
    <w:rsid w:val="00785450"/>
    <w:rsid w:val="008032F7"/>
    <w:rsid w:val="0081730D"/>
    <w:rsid w:val="00892F9C"/>
    <w:rsid w:val="008E40BA"/>
    <w:rsid w:val="00A23C60"/>
    <w:rsid w:val="00A376CD"/>
    <w:rsid w:val="00C36677"/>
    <w:rsid w:val="00D31933"/>
    <w:rsid w:val="00E22EC5"/>
    <w:rsid w:val="00E32866"/>
    <w:rsid w:val="00E467B1"/>
    <w:rsid w:val="00F5185C"/>
    <w:rsid w:val="00F93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St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45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22EC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93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35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247</Words>
  <Characters>1410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Montana Common Core Standards</dc:title>
  <dc:subject/>
  <dc:creator>MCPS</dc:creator>
  <cp:keywords/>
  <dc:description/>
  <cp:lastModifiedBy>MCPS</cp:lastModifiedBy>
  <cp:revision>2</cp:revision>
  <cp:lastPrinted>2012-11-26T21:33:00Z</cp:lastPrinted>
  <dcterms:created xsi:type="dcterms:W3CDTF">2012-12-11T16:41:00Z</dcterms:created>
  <dcterms:modified xsi:type="dcterms:W3CDTF">2012-12-11T16:41:00Z</dcterms:modified>
</cp:coreProperties>
</file>